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8D14" w14:textId="77777777" w:rsidR="009C02D0" w:rsidRDefault="009C02D0" w:rsidP="00C27E42">
      <w:pPr>
        <w:tabs>
          <w:tab w:val="left" w:pos="5415"/>
        </w:tabs>
        <w:rPr>
          <w:sz w:val="16"/>
          <w:szCs w:val="16"/>
        </w:rPr>
      </w:pPr>
    </w:p>
    <w:p w14:paraId="702303CC" w14:textId="0832D404" w:rsidR="00C27E42" w:rsidRPr="00C27E42" w:rsidRDefault="00C27E42" w:rsidP="00C27E42">
      <w:pPr>
        <w:tabs>
          <w:tab w:val="left" w:pos="5415"/>
        </w:tabs>
        <w:rPr>
          <w:sz w:val="16"/>
          <w:szCs w:val="16"/>
        </w:rPr>
      </w:pPr>
    </w:p>
    <w:p w14:paraId="35B6EFA7" w14:textId="77777777" w:rsidR="00273066" w:rsidRPr="006E39E4" w:rsidRDefault="00273066" w:rsidP="00D97494">
      <w:pPr>
        <w:tabs>
          <w:tab w:val="left" w:pos="5415"/>
        </w:tabs>
        <w:rPr>
          <w:sz w:val="24"/>
          <w:szCs w:val="24"/>
        </w:rPr>
      </w:pPr>
    </w:p>
    <w:p w14:paraId="0447F41C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bookmarkStart w:id="0" w:name="_Hlk181261906"/>
      <w:r w:rsidRPr="006E39E4">
        <w:rPr>
          <w:rFonts w:ascii="Calibri" w:hAnsi="Calibri" w:cs="Calibri"/>
          <w:color w:val="00000A"/>
        </w:rPr>
        <w:t xml:space="preserve">OŚWIADCZENIE </w:t>
      </w:r>
    </w:p>
    <w:p w14:paraId="576C927D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r w:rsidRPr="006E39E4">
        <w:rPr>
          <w:rFonts w:ascii="Calibri" w:hAnsi="Calibri" w:cs="Calibri"/>
          <w:color w:val="00000A"/>
        </w:rPr>
        <w:t xml:space="preserve">o nienakładaniu się finansowania </w:t>
      </w:r>
    </w:p>
    <w:p w14:paraId="7B3CA7B6" w14:textId="561E9B19" w:rsidR="00D97494" w:rsidRPr="00125EC3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  <w:sz w:val="28"/>
          <w:szCs w:val="28"/>
        </w:rPr>
      </w:pPr>
      <w:r w:rsidRPr="006E39E4">
        <w:rPr>
          <w:rFonts w:ascii="Calibri" w:hAnsi="Calibri" w:cs="Calibri"/>
          <w:color w:val="00000A"/>
        </w:rPr>
        <w:t>i przestrzeganiu zasady unikania podwójnego finansowania</w:t>
      </w:r>
      <w:r>
        <w:rPr>
          <w:rFonts w:ascii="Calibri" w:hAnsi="Calibri" w:cs="Calibri"/>
          <w:color w:val="00000A"/>
          <w:sz w:val="28"/>
          <w:szCs w:val="28"/>
        </w:rPr>
        <w:t xml:space="preserve"> </w:t>
      </w:r>
    </w:p>
    <w:bookmarkEnd w:id="0"/>
    <w:p w14:paraId="60FAFD4E" w14:textId="77777777" w:rsidR="00D97494" w:rsidRDefault="00D97494" w:rsidP="00D97494">
      <w:pPr>
        <w:pStyle w:val="Tekstpodstawowy"/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17D493D9" w14:textId="77777777" w:rsidR="00D97494" w:rsidRDefault="00D97494" w:rsidP="00D97494">
      <w:pPr>
        <w:pStyle w:val="Tekstpodstawowy"/>
        <w:spacing w:before="0" w:after="0" w:line="276" w:lineRule="auto"/>
        <w:jc w:val="center"/>
      </w:pPr>
      <w:r>
        <w:rPr>
          <w:rFonts w:ascii="Calibri" w:hAnsi="Calibri" w:cs="Calibri"/>
          <w:i/>
          <w:iCs/>
          <w:sz w:val="22"/>
          <w:szCs w:val="22"/>
        </w:rPr>
        <w:t xml:space="preserve"> _____________________________________________________________________________</w:t>
      </w:r>
    </w:p>
    <w:p w14:paraId="51389EA2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 xml:space="preserve"> (pełna nazwa Wnioskodawcy)</w:t>
      </w:r>
    </w:p>
    <w:p w14:paraId="042A8C8A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6F5E3BE2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D2C3E52" w14:textId="72E7F3EA" w:rsidR="00D97494" w:rsidRP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F6352D">
        <w:rPr>
          <w:rFonts w:ascii="Calibri" w:hAnsi="Calibri" w:cs="Calibri"/>
          <w:sz w:val="22"/>
          <w:szCs w:val="22"/>
        </w:rPr>
        <w:t xml:space="preserve">W związku z ubieganiem się o przyznanie </w:t>
      </w:r>
      <w:r w:rsidR="00EB4DBB" w:rsidRPr="00EB4DBB">
        <w:rPr>
          <w:rFonts w:ascii="Calibri" w:hAnsi="Calibri" w:cs="Calibri"/>
          <w:b/>
          <w:bCs/>
          <w:sz w:val="22"/>
          <w:szCs w:val="22"/>
        </w:rPr>
        <w:t>Ekopożyczki dla MŚP</w:t>
      </w:r>
      <w:r w:rsidR="009C1AD8" w:rsidRPr="00F6352D">
        <w:rPr>
          <w:rFonts w:ascii="Calibri" w:hAnsi="Calibri" w:cs="Calibri"/>
          <w:sz w:val="22"/>
          <w:szCs w:val="22"/>
        </w:rPr>
        <w:t xml:space="preserve"> </w:t>
      </w:r>
      <w:r w:rsidR="00F6352D" w:rsidRPr="00F6352D">
        <w:rPr>
          <w:rFonts w:ascii="Calibri" w:hAnsi="Calibri" w:cs="Calibri"/>
          <w:sz w:val="22"/>
          <w:szCs w:val="22"/>
        </w:rPr>
        <w:t>udzielonej z Programu Regionalnego Fundusze Europejskie dla Pomorza 2021 – 2027</w:t>
      </w:r>
      <w:r w:rsidR="00F6352D">
        <w:rPr>
          <w:rFonts w:ascii="Calibri" w:hAnsi="Calibri" w:cs="Calibri"/>
          <w:sz w:val="22"/>
          <w:szCs w:val="22"/>
        </w:rPr>
        <w:t xml:space="preserve"> </w:t>
      </w:r>
      <w:r w:rsidRPr="00F6352D">
        <w:rPr>
          <w:rFonts w:ascii="Calibri" w:hAnsi="Calibri" w:cs="Calibri"/>
          <w:sz w:val="22"/>
          <w:szCs w:val="22"/>
        </w:rPr>
        <w:t>w celu sfinansowania:</w:t>
      </w:r>
    </w:p>
    <w:p w14:paraId="755F94F2" w14:textId="77777777" w:rsidR="00D97494" w:rsidRDefault="00D97494" w:rsidP="00D97494">
      <w:pPr>
        <w:pStyle w:val="Tekstpodstawowy"/>
        <w:spacing w:before="0" w:after="0" w:line="276" w:lineRule="auto"/>
        <w:ind w:firstLine="708"/>
        <w:rPr>
          <w:rFonts w:ascii="Calibri" w:hAnsi="Calibri" w:cs="Calibri"/>
          <w:sz w:val="22"/>
          <w:szCs w:val="22"/>
        </w:rPr>
      </w:pPr>
    </w:p>
    <w:p w14:paraId="6EE1FADA" w14:textId="77777777" w:rsidR="00D97494" w:rsidRDefault="00D97494" w:rsidP="00D97494">
      <w:pPr>
        <w:pStyle w:val="Tekstpodstawowy"/>
        <w:widowControl w:val="0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</w:t>
      </w:r>
    </w:p>
    <w:p w14:paraId="6E616F9C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cel Pożyczki</w:t>
      </w:r>
      <w:r w:rsidRPr="00DC22F4">
        <w:rPr>
          <w:rFonts w:ascii="Calibri" w:hAnsi="Calibri" w:cs="Calibri"/>
          <w:i/>
          <w:iCs/>
          <w:sz w:val="18"/>
          <w:szCs w:val="18"/>
        </w:rPr>
        <w:t>)</w:t>
      </w:r>
    </w:p>
    <w:p w14:paraId="2B039B99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44751406" w14:textId="77777777" w:rsidR="00D97494" w:rsidRPr="00DC22F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1F2050">
        <w:rPr>
          <w:rFonts w:ascii="Calibri" w:hAnsi="Calibri" w:cs="Calibri"/>
          <w:b/>
          <w:bCs/>
          <w:sz w:val="22"/>
          <w:szCs w:val="22"/>
        </w:rPr>
        <w:t>niniejszym oświadczam</w:t>
      </w:r>
      <w:r>
        <w:rPr>
          <w:rFonts w:ascii="Calibri" w:hAnsi="Calibri" w:cs="Calibri"/>
          <w:b/>
          <w:bCs/>
          <w:sz w:val="22"/>
          <w:szCs w:val="22"/>
        </w:rPr>
        <w:t>,</w:t>
      </w:r>
      <w:r w:rsidRPr="001F2050">
        <w:rPr>
          <w:rFonts w:ascii="Calibri" w:hAnsi="Calibri" w:cs="Calibri"/>
          <w:b/>
          <w:bCs/>
          <w:sz w:val="22"/>
          <w:szCs w:val="22"/>
        </w:rPr>
        <w:t xml:space="preserve"> że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A8E030B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17A72C" w14:textId="451B196E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nie otrzymałem/-am* </w:t>
      </w:r>
    </w:p>
    <w:p w14:paraId="7EA40F82" w14:textId="2041F8A9" w:rsid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dofinansowania w formie dotacji lub instrumentów finansowych lub jakiejkolwiek innej pomocy </w:t>
      </w:r>
      <w:r w:rsidRPr="00B31B15">
        <w:rPr>
          <w:rFonts w:ascii="Calibri" w:hAnsi="Calibri" w:cs="Calibri"/>
          <w:sz w:val="20"/>
          <w:szCs w:val="20"/>
        </w:rPr>
        <w:t xml:space="preserve">ze środków </w:t>
      </w:r>
      <w:r w:rsidRPr="00B31B15">
        <w:rPr>
          <w:rFonts w:asciiTheme="minorHAnsi" w:hAnsiTheme="minorHAnsi" w:cstheme="minorHAnsi"/>
          <w:sz w:val="20"/>
          <w:szCs w:val="20"/>
        </w:rPr>
        <w:t>Europejskich Funduszy Strukturalnych i Inwestycyjnych (</w:t>
      </w:r>
      <w:r w:rsidRPr="00B31B15">
        <w:rPr>
          <w:rFonts w:ascii="Calibri" w:hAnsi="Calibri" w:cs="Calibri"/>
          <w:sz w:val="20"/>
          <w:szCs w:val="20"/>
        </w:rPr>
        <w:t>EFSI), z innych funduszy, programów, środków i</w:t>
      </w:r>
      <w:r>
        <w:rPr>
          <w:rFonts w:ascii="Calibri" w:hAnsi="Calibri" w:cs="Calibri"/>
          <w:sz w:val="20"/>
          <w:szCs w:val="20"/>
        </w:rPr>
        <w:t> </w:t>
      </w:r>
      <w:r w:rsidRPr="00B31B15">
        <w:rPr>
          <w:rFonts w:ascii="Calibri" w:hAnsi="Calibri" w:cs="Calibri"/>
          <w:sz w:val="20"/>
          <w:szCs w:val="20"/>
        </w:rPr>
        <w:t xml:space="preserve">instrumentów Unii Europejskiej lub innych źródeł pomocy krajowej lub zagranicznej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na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31B15">
        <w:rPr>
          <w:rFonts w:ascii="Calibri" w:hAnsi="Calibri" w:cs="Calibri"/>
          <w:b/>
          <w:bCs/>
          <w:sz w:val="20"/>
          <w:szCs w:val="20"/>
        </w:rPr>
        <w:t>ydatki</w:t>
      </w:r>
      <w:r w:rsidRPr="001E3502">
        <w:rPr>
          <w:rFonts w:ascii="Calibri" w:hAnsi="Calibri" w:cs="Calibri"/>
          <w:sz w:val="20"/>
          <w:szCs w:val="20"/>
        </w:rPr>
        <w:t>,</w:t>
      </w:r>
      <w:r w:rsidRPr="00B31B15">
        <w:rPr>
          <w:rFonts w:ascii="Calibri" w:hAnsi="Calibri" w:cs="Calibri"/>
          <w:sz w:val="20"/>
          <w:szCs w:val="20"/>
        </w:rPr>
        <w:t xml:space="preserve"> które planuję sfinansować ze środków </w:t>
      </w:r>
      <w:r w:rsidR="00EB4DBB">
        <w:rPr>
          <w:rFonts w:ascii="Calibri" w:hAnsi="Calibri" w:cs="Calibri"/>
          <w:b/>
          <w:bCs/>
          <w:sz w:val="20"/>
          <w:szCs w:val="20"/>
        </w:rPr>
        <w:t>Ekopożyczki dla MŚP</w:t>
      </w:r>
      <w:r w:rsidRPr="00B31B15">
        <w:rPr>
          <w:rFonts w:ascii="Calibri" w:hAnsi="Calibri" w:cs="Calibri"/>
          <w:sz w:val="20"/>
          <w:szCs w:val="20"/>
        </w:rPr>
        <w:t xml:space="preserve">, </w:t>
      </w:r>
    </w:p>
    <w:p w14:paraId="47750539" w14:textId="589F6450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hanging="294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sz w:val="20"/>
          <w:szCs w:val="20"/>
        </w:rPr>
        <w:t xml:space="preserve">w szczególności </w:t>
      </w:r>
      <w:r w:rsidRPr="00B31B15">
        <w:rPr>
          <w:rFonts w:ascii="Calibri" w:hAnsi="Calibri" w:cs="Calibri"/>
          <w:b/>
          <w:bCs/>
          <w:sz w:val="20"/>
          <w:szCs w:val="20"/>
        </w:rPr>
        <w:t>oświadczam</w:t>
      </w:r>
      <w:r w:rsidRPr="00B31B15">
        <w:rPr>
          <w:rFonts w:ascii="Calibri" w:hAnsi="Calibri" w:cs="Calibri"/>
          <w:sz w:val="20"/>
          <w:szCs w:val="20"/>
        </w:rPr>
        <w:t xml:space="preserve">, że wsparcie otrzymane z </w:t>
      </w:r>
      <w:r w:rsidR="00EB4DBB">
        <w:rPr>
          <w:rFonts w:ascii="Calibri" w:hAnsi="Calibri" w:cs="Calibri"/>
          <w:b/>
          <w:bCs/>
          <w:sz w:val="20"/>
          <w:szCs w:val="20"/>
        </w:rPr>
        <w:t>Ekopożyczki dla MŚP</w:t>
      </w:r>
      <w:r w:rsidR="00EB4DBB" w:rsidRPr="00B31B15">
        <w:rPr>
          <w:rFonts w:ascii="Calibri" w:hAnsi="Calibri" w:cs="Calibri"/>
          <w:sz w:val="20"/>
          <w:szCs w:val="20"/>
        </w:rPr>
        <w:t xml:space="preserve"> </w:t>
      </w:r>
      <w:r w:rsidRPr="00B31B15">
        <w:rPr>
          <w:rFonts w:ascii="Calibri" w:hAnsi="Calibri" w:cs="Calibri"/>
          <w:sz w:val="20"/>
          <w:szCs w:val="20"/>
        </w:rPr>
        <w:t>nie pokrywa się z dofinansowaniem wykazanym w załączniku do niniejszego oświadczenia</w:t>
      </w:r>
      <w:r w:rsidR="00F6352D">
        <w:rPr>
          <w:rFonts w:ascii="Calibri" w:hAnsi="Calibri" w:cs="Calibri"/>
          <w:sz w:val="20"/>
          <w:szCs w:val="20"/>
        </w:rPr>
        <w:t xml:space="preserve"> (zaznaczyć jeśli dotyczy)</w:t>
      </w:r>
      <w:r>
        <w:rPr>
          <w:rFonts w:ascii="Calibri" w:hAnsi="Calibri" w:cs="Calibri"/>
          <w:sz w:val="20"/>
          <w:szCs w:val="20"/>
        </w:rPr>
        <w:t>;</w:t>
      </w:r>
    </w:p>
    <w:p w14:paraId="6F56250F" w14:textId="77777777" w:rsidR="00D97494" w:rsidRPr="00B31B15" w:rsidRDefault="00D97494" w:rsidP="00D97494">
      <w:pPr>
        <w:pStyle w:val="Tekstpodstawowy"/>
        <w:spacing w:before="0" w:after="0" w:line="276" w:lineRule="auto"/>
        <w:ind w:left="142"/>
        <w:rPr>
          <w:rFonts w:ascii="Calibri" w:hAnsi="Calibri" w:cs="Calibri"/>
          <w:sz w:val="20"/>
          <w:szCs w:val="20"/>
        </w:rPr>
      </w:pPr>
    </w:p>
    <w:p w14:paraId="56D8A9FB" w14:textId="77777777" w:rsidR="00D97494" w:rsidRPr="00B31B15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0FDF400" w14:textId="71F1AD0C" w:rsidR="00D97494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>otrzymałem/-am lub otrzymam*</w:t>
      </w:r>
    </w:p>
    <w:p w14:paraId="29EB23EC" w14:textId="02F81A51" w:rsidR="00C47620" w:rsidRDefault="00C47620" w:rsidP="00C47620">
      <w:pPr>
        <w:pStyle w:val="Tekstpodstawowy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dofinansowanie w formie dotacji lub instrumentów finansowych lub jakiejkolwiek innej pomocy </w:t>
      </w:r>
      <w:r w:rsidRPr="00B31B15">
        <w:rPr>
          <w:rFonts w:asciiTheme="minorHAnsi" w:hAnsiTheme="minorHAnsi" w:cstheme="minorHAnsi"/>
          <w:sz w:val="20"/>
          <w:szCs w:val="20"/>
        </w:rPr>
        <w:t xml:space="preserve">ze środków Europejskich Funduszy Strukturalnych i Inwestycyjnych (EFSI), z innych funduszy, programów, środków i instrumentów Unii Europejskiej lub innych źródeł pomocy krajowej lub zagranicznej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ydatki</w:t>
      </w:r>
      <w:r w:rsidRPr="001E3502">
        <w:rPr>
          <w:rFonts w:asciiTheme="minorHAnsi" w:hAnsiTheme="minorHAnsi" w:cstheme="minorHAnsi"/>
          <w:sz w:val="20"/>
          <w:szCs w:val="20"/>
        </w:rPr>
        <w:t>,</w:t>
      </w:r>
      <w:r w:rsidRPr="00B31B15">
        <w:rPr>
          <w:rFonts w:asciiTheme="minorHAnsi" w:hAnsiTheme="minorHAnsi" w:cstheme="minorHAnsi"/>
          <w:sz w:val="20"/>
          <w:szCs w:val="20"/>
        </w:rPr>
        <w:t xml:space="preserve"> które planuję sfinansować ze środków </w:t>
      </w:r>
      <w:r w:rsidR="00EB4DBB">
        <w:rPr>
          <w:rFonts w:ascii="Calibri" w:hAnsi="Calibri" w:cs="Calibri"/>
          <w:b/>
          <w:bCs/>
          <w:sz w:val="20"/>
          <w:szCs w:val="20"/>
        </w:rPr>
        <w:t>Ekopożyczki dla MŚP</w:t>
      </w:r>
      <w:r w:rsidRPr="00B31B15">
        <w:rPr>
          <w:rFonts w:asciiTheme="minorHAnsi" w:hAnsiTheme="minorHAnsi" w:cstheme="minorHAnsi"/>
          <w:sz w:val="20"/>
          <w:szCs w:val="20"/>
        </w:rPr>
        <w:t xml:space="preserve">,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przy czym</w:t>
      </w:r>
      <w:r w:rsidRPr="00B31B15">
        <w:rPr>
          <w:rFonts w:asciiTheme="minorHAnsi" w:hAnsiTheme="minorHAnsi" w:cstheme="minorHAnsi"/>
          <w:sz w:val="20"/>
          <w:szCs w:val="20"/>
        </w:rPr>
        <w:t xml:space="preserve">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zapewniam, </w:t>
      </w:r>
      <w:r w:rsidRPr="00B31B15">
        <w:rPr>
          <w:rFonts w:asciiTheme="minorHAnsi" w:hAnsiTheme="minorHAnsi" w:cstheme="minorHAnsi"/>
          <w:sz w:val="20"/>
          <w:szCs w:val="20"/>
        </w:rPr>
        <w:t>iż finansowanie w ramach wszystkich połączonych form wsparcia nie przekroczy całkowitej kwoty danego wydatku oraz spełnione są wszystkie mające zastosowanie zasady dotyczące pomocy państwa;</w:t>
      </w:r>
    </w:p>
    <w:p w14:paraId="6E6A550B" w14:textId="77777777" w:rsidR="00C47620" w:rsidRDefault="00C47620" w:rsidP="00C47620">
      <w:pPr>
        <w:pStyle w:val="Tekstpodstawowy"/>
        <w:spacing w:before="0" w:after="0"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</w:p>
    <w:p w14:paraId="1087A52F" w14:textId="77777777" w:rsidR="00D97494" w:rsidRDefault="00D97494" w:rsidP="00D97494"/>
    <w:p w14:paraId="3ED8C3B5" w14:textId="0709FB3C" w:rsidR="00D97494" w:rsidRDefault="00D97494" w:rsidP="00D97494">
      <w:pPr>
        <w:ind w:left="5664" w:firstLine="12"/>
      </w:pPr>
      <w:r>
        <w:t xml:space="preserve">  </w:t>
      </w:r>
      <w:r w:rsidR="00F6352D">
        <w:t xml:space="preserve">         </w:t>
      </w:r>
      <w:r>
        <w:t xml:space="preserve">   ___________________________</w:t>
      </w:r>
    </w:p>
    <w:p w14:paraId="1CD8C31C" w14:textId="77777777" w:rsidR="00D97494" w:rsidRDefault="00D97494" w:rsidP="00D97494">
      <w:pPr>
        <w:ind w:left="5664" w:firstLine="12"/>
        <w:rPr>
          <w:sz w:val="18"/>
          <w:szCs w:val="18"/>
        </w:rPr>
      </w:pPr>
      <w:r w:rsidRPr="00F564EF">
        <w:rPr>
          <w:sz w:val="18"/>
          <w:szCs w:val="18"/>
        </w:rPr>
        <w:t xml:space="preserve">                      </w:t>
      </w:r>
      <w:r w:rsidRPr="00DC22F4">
        <w:rPr>
          <w:sz w:val="18"/>
          <w:szCs w:val="18"/>
        </w:rPr>
        <w:t>(data, podpis Wnioskodawcy)</w:t>
      </w:r>
    </w:p>
    <w:p w14:paraId="42C1C02B" w14:textId="77777777" w:rsidR="00D97494" w:rsidRDefault="00D97494" w:rsidP="00D97494">
      <w:pPr>
        <w:ind w:left="5664" w:firstLine="12"/>
        <w:rPr>
          <w:sz w:val="18"/>
          <w:szCs w:val="18"/>
        </w:rPr>
      </w:pPr>
    </w:p>
    <w:p w14:paraId="1DF617E7" w14:textId="77777777" w:rsidR="00D97494" w:rsidRDefault="00D97494" w:rsidP="00D97494">
      <w:r>
        <w:rPr>
          <w:sz w:val="18"/>
          <w:szCs w:val="18"/>
        </w:rPr>
        <w:t>*zaznaczyć właściwe</w:t>
      </w:r>
    </w:p>
    <w:p w14:paraId="4962C696" w14:textId="7C91B02D" w:rsidR="00446967" w:rsidRPr="00DA1C3E" w:rsidRDefault="00446967" w:rsidP="00DA1C3E">
      <w:pPr>
        <w:spacing w:line="276" w:lineRule="auto"/>
        <w:rPr>
          <w:iCs/>
        </w:rPr>
      </w:pPr>
    </w:p>
    <w:p w14:paraId="0464B2D4" w14:textId="77777777" w:rsidR="00446967" w:rsidRDefault="00446967" w:rsidP="00446967">
      <w:pPr>
        <w:spacing w:line="276" w:lineRule="auto"/>
        <w:jc w:val="center"/>
        <w:rPr>
          <w:b/>
          <w:sz w:val="32"/>
          <w:szCs w:val="32"/>
        </w:rPr>
      </w:pPr>
    </w:p>
    <w:p w14:paraId="1C631DEF" w14:textId="77777777" w:rsidR="00500AF8" w:rsidRPr="00DA25B6" w:rsidRDefault="00500AF8" w:rsidP="00DA25B6"/>
    <w:p w14:paraId="07385A16" w14:textId="77777777" w:rsidR="007B6394" w:rsidRPr="003869B0" w:rsidRDefault="007B6394" w:rsidP="00DA25B6">
      <w:pPr>
        <w:jc w:val="center"/>
        <w:rPr>
          <w:bCs/>
        </w:rPr>
      </w:pPr>
    </w:p>
    <w:sectPr w:rsidR="007B6394" w:rsidRPr="003869B0" w:rsidSect="003E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99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E0D9" w14:textId="77777777" w:rsidR="00B72677" w:rsidRDefault="00B72677">
      <w:r>
        <w:separator/>
      </w:r>
    </w:p>
  </w:endnote>
  <w:endnote w:type="continuationSeparator" w:id="0">
    <w:p w14:paraId="7A794F7C" w14:textId="77777777" w:rsidR="00B72677" w:rsidRDefault="00B7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0B3B" w14:textId="77777777" w:rsidR="009C02D0" w:rsidRDefault="009C02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2D717" w14:textId="283D26F2" w:rsidR="003E0121" w:rsidRPr="00683A27" w:rsidRDefault="003E0121" w:rsidP="003E0121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bookmarkStart w:id="27" w:name="_Hlk208932286"/>
    <w:bookmarkStart w:id="28" w:name="_Hlk208932287"/>
    <w:bookmarkStart w:id="29" w:name="_Hlk208932440"/>
    <w:bookmarkStart w:id="30" w:name="_Hlk208932441"/>
    <w:bookmarkStart w:id="31" w:name="_Hlk208932493"/>
    <w:bookmarkStart w:id="32" w:name="_Hlk208932494"/>
    <w:bookmarkStart w:id="33" w:name="_Hlk208932642"/>
    <w:bookmarkStart w:id="34" w:name="_Hlk208932643"/>
    <w:bookmarkStart w:id="35" w:name="_Hlk208932689"/>
    <w:bookmarkStart w:id="36" w:name="_Hlk208932690"/>
    <w:bookmarkStart w:id="37" w:name="_Hlk208932759"/>
    <w:bookmarkStart w:id="38" w:name="_Hlk208932760"/>
    <w:bookmarkStart w:id="39" w:name="_Hlk208932806"/>
    <w:bookmarkStart w:id="40" w:name="_Hlk208932807"/>
    <w:bookmarkStart w:id="41" w:name="_Hlk208932891"/>
    <w:bookmarkStart w:id="42" w:name="_Hlk208932892"/>
    <w:bookmarkStart w:id="43" w:name="_Hlk208932932"/>
    <w:bookmarkStart w:id="44" w:name="_Hlk208932933"/>
    <w:bookmarkStart w:id="45" w:name="_Hlk208933023"/>
    <w:bookmarkStart w:id="46" w:name="_Hlk208933024"/>
    <w:bookmarkStart w:id="47" w:name="_Hlk208933084"/>
    <w:bookmarkStart w:id="48" w:name="_Hlk208933085"/>
    <w:bookmarkStart w:id="49" w:name="_Hlk208933124"/>
    <w:bookmarkStart w:id="50" w:name="_Hlk208933125"/>
    <w:bookmarkStart w:id="51" w:name="_Hlk208933129"/>
    <w:bookmarkStart w:id="52" w:name="_Hlk208933130"/>
    <w:bookmarkStart w:id="53" w:name="_Hlk208933205"/>
    <w:bookmarkStart w:id="54" w:name="_Hlk208933206"/>
    <w:r>
      <w:rPr>
        <w:noProof/>
      </w:rPr>
      <w:drawing>
        <wp:anchor distT="0" distB="0" distL="114300" distR="114300" simplePos="0" relativeHeight="251677184" behindDoc="0" locked="0" layoutInCell="1" allowOverlap="1" wp14:anchorId="55993C83" wp14:editId="410043E9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335629327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629327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160" behindDoc="1" locked="0" layoutInCell="1" allowOverlap="1" wp14:anchorId="72B35A15" wp14:editId="0B7C777A">
          <wp:simplePos x="0" y="0"/>
          <wp:positionH relativeFrom="column">
            <wp:posOffset>-293370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6545804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58044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5136" behindDoc="0" locked="0" layoutInCell="1" allowOverlap="1" wp14:anchorId="6593D86E" wp14:editId="3FF63C44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967790290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040717" id="Łącznik prosty 6" o:spid="_x0000_s1026" style="position:absolute;z-index:251675136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rFonts w:ascii="Arial" w:hAnsi="Arial"/>
        <w:noProof/>
      </w:rPr>
      <w:tab/>
    </w:r>
  </w:p>
  <w:p w14:paraId="6062731B" w14:textId="77777777" w:rsidR="003E0121" w:rsidRPr="00E13D55" w:rsidRDefault="003E0121" w:rsidP="003E0121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</w:p>
  <w:p w14:paraId="76E45CC9" w14:textId="635BD8CE" w:rsidR="007B2500" w:rsidRPr="003E0121" w:rsidRDefault="007B2500" w:rsidP="003E0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285D3" w14:textId="57DFDFD4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3D61138C" w14:textId="51E34462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7438B5C9" w14:textId="16C3417D" w:rsidR="007F7AAD" w:rsidRPr="00C9501D" w:rsidRDefault="003823F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402E612D" wp14:editId="70BCC6A3">
          <wp:simplePos x="0" y="0"/>
          <wp:positionH relativeFrom="column">
            <wp:posOffset>2733675</wp:posOffset>
          </wp:positionH>
          <wp:positionV relativeFrom="paragraph">
            <wp:posOffset>8890</wp:posOffset>
          </wp:positionV>
          <wp:extent cx="3392170" cy="359410"/>
          <wp:effectExtent l="0" t="0" r="0" b="2540"/>
          <wp:wrapNone/>
          <wp:docPr id="288095754" name="Obraz 288095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94" t="27094" r="5282" b="27487"/>
                  <a:stretch/>
                </pic:blipFill>
                <pic:spPr bwMode="auto">
                  <a:xfrm>
                    <a:off x="0" y="0"/>
                    <a:ext cx="3392170" cy="359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F7AAD" w:rsidRPr="00C9501D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A984DCB" wp14:editId="2FED3F09">
              <wp:simplePos x="0" y="0"/>
              <wp:positionH relativeFrom="column">
                <wp:align>center</wp:align>
              </wp:positionH>
              <wp:positionV relativeFrom="paragraph">
                <wp:posOffset>-122555</wp:posOffset>
              </wp:positionV>
              <wp:extent cx="6793200" cy="0"/>
              <wp:effectExtent l="0" t="0" r="0" b="0"/>
              <wp:wrapNone/>
              <wp:docPr id="69" name="Łącznik prosty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93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6AFC60" id="Łącznik prosty 6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7F7AAD" w:rsidRPr="00C9501D">
      <w:rPr>
        <w:noProof/>
        <w:sz w:val="22"/>
        <w:szCs w:val="22"/>
      </w:rPr>
      <w:t xml:space="preserve">Regionalny Program Operacyjny </w:t>
    </w:r>
  </w:p>
  <w:p w14:paraId="1066521B" w14:textId="13A938BC" w:rsidR="007B2500" w:rsidRPr="007F7AAD" w:rsidRDefault="007F7AAD" w:rsidP="003823FD">
    <w:pPr>
      <w:pStyle w:val="Stopka"/>
      <w:tabs>
        <w:tab w:val="clear" w:pos="4536"/>
        <w:tab w:val="clear" w:pos="9072"/>
        <w:tab w:val="left" w:pos="5955"/>
      </w:tabs>
      <w:spacing w:line="276" w:lineRule="auto"/>
      <w:ind w:left="-851" w:right="-853"/>
      <w:rPr>
        <w:sz w:val="22"/>
        <w:szCs w:val="22"/>
      </w:rPr>
    </w:pPr>
    <w:r w:rsidRPr="00C9501D">
      <w:rPr>
        <w:noProof/>
        <w:sz w:val="22"/>
        <w:szCs w:val="22"/>
      </w:rPr>
      <w:t>Województwa Pomorskiego na lata 2014-2020</w:t>
    </w:r>
    <w:r w:rsidR="00877F3A">
      <w:rPr>
        <w:noProof/>
        <w:sz w:val="22"/>
        <w:szCs w:val="22"/>
      </w:rPr>
      <w:t xml:space="preserve"> </w:t>
    </w:r>
    <w:r w:rsidR="003823FD">
      <w:rPr>
        <w:noProof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7E1B9" w14:textId="77777777" w:rsidR="00B72677" w:rsidRDefault="00B72677">
      <w:r>
        <w:separator/>
      </w:r>
    </w:p>
  </w:footnote>
  <w:footnote w:type="continuationSeparator" w:id="0">
    <w:p w14:paraId="260EE1EF" w14:textId="77777777" w:rsidR="00B72677" w:rsidRDefault="00B72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7E7F1" w14:textId="77777777" w:rsidR="009C02D0" w:rsidRDefault="009C02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208932417"/>
  <w:bookmarkStart w:id="2" w:name="_Hlk208932418"/>
  <w:bookmarkStart w:id="3" w:name="_Hlk208932471"/>
  <w:bookmarkStart w:id="4" w:name="_Hlk208932472"/>
  <w:bookmarkStart w:id="5" w:name="_Hlk208932621"/>
  <w:bookmarkStart w:id="6" w:name="_Hlk208932622"/>
  <w:bookmarkStart w:id="7" w:name="_Hlk208932673"/>
  <w:bookmarkStart w:id="8" w:name="_Hlk208932674"/>
  <w:bookmarkStart w:id="9" w:name="_Hlk208932737"/>
  <w:bookmarkStart w:id="10" w:name="_Hlk208932738"/>
  <w:bookmarkStart w:id="11" w:name="_Hlk208932788"/>
  <w:bookmarkStart w:id="12" w:name="_Hlk208932789"/>
  <w:bookmarkStart w:id="13" w:name="_Hlk208932867"/>
  <w:bookmarkStart w:id="14" w:name="_Hlk208932868"/>
  <w:bookmarkStart w:id="15" w:name="_Hlk208932875"/>
  <w:bookmarkStart w:id="16" w:name="_Hlk208932876"/>
  <w:bookmarkStart w:id="17" w:name="_Hlk208932919"/>
  <w:bookmarkStart w:id="18" w:name="_Hlk208932920"/>
  <w:bookmarkStart w:id="19" w:name="_Hlk208933007"/>
  <w:bookmarkStart w:id="20" w:name="_Hlk208933008"/>
  <w:bookmarkStart w:id="21" w:name="_Hlk208933061"/>
  <w:bookmarkStart w:id="22" w:name="_Hlk208933062"/>
  <w:bookmarkStart w:id="23" w:name="_Hlk208933110"/>
  <w:bookmarkStart w:id="24" w:name="_Hlk208933111"/>
  <w:bookmarkStart w:id="25" w:name="_Hlk208933180"/>
  <w:bookmarkStart w:id="26" w:name="_Hlk208933181"/>
  <w:p w14:paraId="496948E0" w14:textId="29B67BE1" w:rsidR="00874198" w:rsidRPr="003E0121" w:rsidRDefault="003E0121" w:rsidP="003E0121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73088" behindDoc="0" locked="0" layoutInCell="1" allowOverlap="1" wp14:anchorId="2196621E" wp14:editId="0C63F95A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511717539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0B5DF6" id="Łącznik prosty 4" o:spid="_x0000_s1026" style="position:absolute;z-index:251673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 w:rsidRPr="00D70048">
      <w:rPr>
        <w:noProof/>
      </w:rPr>
      <w:drawing>
        <wp:inline distT="0" distB="0" distL="0" distR="0" wp14:anchorId="213ECDE0" wp14:editId="6EEBA755">
          <wp:extent cx="6210300" cy="723900"/>
          <wp:effectExtent l="0" t="0" r="0" b="0"/>
          <wp:docPr id="89901710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BC4D" w14:textId="77777777" w:rsidR="007B2500" w:rsidRDefault="00874198" w:rsidP="001A02A1">
    <w:pPr>
      <w:pStyle w:val="Nagwek"/>
      <w:ind w:left="-1134"/>
    </w:pPr>
    <w:r w:rsidRPr="00874198">
      <w:rPr>
        <w:noProof/>
      </w:rPr>
      <w:drawing>
        <wp:inline distT="0" distB="0" distL="0" distR="0" wp14:anchorId="4BCCFD21" wp14:editId="1217C803">
          <wp:extent cx="7193922" cy="909175"/>
          <wp:effectExtent l="0" t="0" r="0" b="5715"/>
          <wp:docPr id="1338925246" name="Obraz 1338925246" descr="C:\Users\mtwardokus\Desktop\Wzory plakatów i tablic_React-EU\Pasek React EU_FE(RPO)+RP_UMWP+UE (EFRR)_z lini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twardokus\Desktop\Wzory plakatów i tablic_React-EU\Pasek React EU_FE(RPO)+RP_UMWP+UE (EFRR)_z linią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2584" cy="919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B8C"/>
    <w:multiLevelType w:val="hybridMultilevel"/>
    <w:tmpl w:val="E9C492B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B5AE8"/>
    <w:multiLevelType w:val="hybridMultilevel"/>
    <w:tmpl w:val="78FCD8A8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446DF"/>
    <w:multiLevelType w:val="hybridMultilevel"/>
    <w:tmpl w:val="67083D8E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33E0"/>
    <w:multiLevelType w:val="hybridMultilevel"/>
    <w:tmpl w:val="C052AE90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F4D1D"/>
    <w:multiLevelType w:val="hybridMultilevel"/>
    <w:tmpl w:val="A6F6A7E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401712">
    <w:abstractNumId w:val="4"/>
  </w:num>
  <w:num w:numId="2" w16cid:durableId="978539005">
    <w:abstractNumId w:val="1"/>
  </w:num>
  <w:num w:numId="3" w16cid:durableId="1831361194">
    <w:abstractNumId w:val="0"/>
  </w:num>
  <w:num w:numId="4" w16cid:durableId="603078454">
    <w:abstractNumId w:val="3"/>
  </w:num>
  <w:num w:numId="5" w16cid:durableId="49187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A1"/>
    <w:rsid w:val="000102B2"/>
    <w:rsid w:val="00011AFB"/>
    <w:rsid w:val="00016631"/>
    <w:rsid w:val="00021442"/>
    <w:rsid w:val="00025484"/>
    <w:rsid w:val="00035241"/>
    <w:rsid w:val="00045BD9"/>
    <w:rsid w:val="00050AC5"/>
    <w:rsid w:val="00060C80"/>
    <w:rsid w:val="00061F20"/>
    <w:rsid w:val="0006219C"/>
    <w:rsid w:val="00067077"/>
    <w:rsid w:val="0006771D"/>
    <w:rsid w:val="000736F7"/>
    <w:rsid w:val="0008052F"/>
    <w:rsid w:val="00080D83"/>
    <w:rsid w:val="00093134"/>
    <w:rsid w:val="000B1902"/>
    <w:rsid w:val="000B64B1"/>
    <w:rsid w:val="000C3EB7"/>
    <w:rsid w:val="000D283E"/>
    <w:rsid w:val="000E4BBC"/>
    <w:rsid w:val="000E7157"/>
    <w:rsid w:val="000F3A76"/>
    <w:rsid w:val="000F4695"/>
    <w:rsid w:val="0010561F"/>
    <w:rsid w:val="00106486"/>
    <w:rsid w:val="00115E1D"/>
    <w:rsid w:val="00123180"/>
    <w:rsid w:val="00123217"/>
    <w:rsid w:val="00124D4A"/>
    <w:rsid w:val="001304E7"/>
    <w:rsid w:val="00130B23"/>
    <w:rsid w:val="00131C7D"/>
    <w:rsid w:val="00132D47"/>
    <w:rsid w:val="00134161"/>
    <w:rsid w:val="0013790A"/>
    <w:rsid w:val="00143930"/>
    <w:rsid w:val="00162CC0"/>
    <w:rsid w:val="00171116"/>
    <w:rsid w:val="0017391D"/>
    <w:rsid w:val="00195B4F"/>
    <w:rsid w:val="001A02A1"/>
    <w:rsid w:val="001A1AAF"/>
    <w:rsid w:val="001A32F2"/>
    <w:rsid w:val="001B210F"/>
    <w:rsid w:val="001B6677"/>
    <w:rsid w:val="001C1395"/>
    <w:rsid w:val="001C17E2"/>
    <w:rsid w:val="001C666B"/>
    <w:rsid w:val="001D1021"/>
    <w:rsid w:val="001D1223"/>
    <w:rsid w:val="001D17E1"/>
    <w:rsid w:val="001D524C"/>
    <w:rsid w:val="001F320B"/>
    <w:rsid w:val="0020094B"/>
    <w:rsid w:val="00201EF1"/>
    <w:rsid w:val="00205361"/>
    <w:rsid w:val="002102B6"/>
    <w:rsid w:val="00214BB5"/>
    <w:rsid w:val="00227C27"/>
    <w:rsid w:val="002409FF"/>
    <w:rsid w:val="00241C1F"/>
    <w:rsid w:val="002425AE"/>
    <w:rsid w:val="00246A95"/>
    <w:rsid w:val="0025385F"/>
    <w:rsid w:val="0026524A"/>
    <w:rsid w:val="002659B9"/>
    <w:rsid w:val="00266760"/>
    <w:rsid w:val="00267B9B"/>
    <w:rsid w:val="00273066"/>
    <w:rsid w:val="0027475C"/>
    <w:rsid w:val="00280176"/>
    <w:rsid w:val="00281EEF"/>
    <w:rsid w:val="0028325F"/>
    <w:rsid w:val="00286BDD"/>
    <w:rsid w:val="00287FC9"/>
    <w:rsid w:val="002A171B"/>
    <w:rsid w:val="002A73F7"/>
    <w:rsid w:val="002B0ACA"/>
    <w:rsid w:val="002B58CF"/>
    <w:rsid w:val="002C6347"/>
    <w:rsid w:val="002D3797"/>
    <w:rsid w:val="002D58D0"/>
    <w:rsid w:val="002E6AF9"/>
    <w:rsid w:val="002F69C6"/>
    <w:rsid w:val="00303BBD"/>
    <w:rsid w:val="00307631"/>
    <w:rsid w:val="0031290B"/>
    <w:rsid w:val="00315901"/>
    <w:rsid w:val="00320AAC"/>
    <w:rsid w:val="00322437"/>
    <w:rsid w:val="00325198"/>
    <w:rsid w:val="00330570"/>
    <w:rsid w:val="00333B77"/>
    <w:rsid w:val="003401C0"/>
    <w:rsid w:val="003451F9"/>
    <w:rsid w:val="003542BF"/>
    <w:rsid w:val="0035482A"/>
    <w:rsid w:val="00355F87"/>
    <w:rsid w:val="00356CF4"/>
    <w:rsid w:val="003619F2"/>
    <w:rsid w:val="00362053"/>
    <w:rsid w:val="0036278E"/>
    <w:rsid w:val="00365820"/>
    <w:rsid w:val="00367FB9"/>
    <w:rsid w:val="00377F64"/>
    <w:rsid w:val="00381D92"/>
    <w:rsid w:val="003823FD"/>
    <w:rsid w:val="0038452D"/>
    <w:rsid w:val="003869B0"/>
    <w:rsid w:val="00392118"/>
    <w:rsid w:val="003A1B93"/>
    <w:rsid w:val="003B2574"/>
    <w:rsid w:val="003B3CBC"/>
    <w:rsid w:val="003B42FF"/>
    <w:rsid w:val="003C30A1"/>
    <w:rsid w:val="003C554F"/>
    <w:rsid w:val="003D1B65"/>
    <w:rsid w:val="003E0121"/>
    <w:rsid w:val="0040149C"/>
    <w:rsid w:val="00401B7E"/>
    <w:rsid w:val="00401EAE"/>
    <w:rsid w:val="0040445E"/>
    <w:rsid w:val="0041026E"/>
    <w:rsid w:val="0041423A"/>
    <w:rsid w:val="00414478"/>
    <w:rsid w:val="004205F5"/>
    <w:rsid w:val="0042144A"/>
    <w:rsid w:val="00426070"/>
    <w:rsid w:val="00434272"/>
    <w:rsid w:val="00435375"/>
    <w:rsid w:val="00440AF9"/>
    <w:rsid w:val="00446738"/>
    <w:rsid w:val="00446967"/>
    <w:rsid w:val="00451182"/>
    <w:rsid w:val="00452358"/>
    <w:rsid w:val="00464281"/>
    <w:rsid w:val="004656D7"/>
    <w:rsid w:val="0046664C"/>
    <w:rsid w:val="0047133F"/>
    <w:rsid w:val="00473016"/>
    <w:rsid w:val="00473B16"/>
    <w:rsid w:val="00481368"/>
    <w:rsid w:val="00484322"/>
    <w:rsid w:val="00492BD3"/>
    <w:rsid w:val="004A4F2D"/>
    <w:rsid w:val="004B70BD"/>
    <w:rsid w:val="004D046C"/>
    <w:rsid w:val="004D1DE2"/>
    <w:rsid w:val="004D433F"/>
    <w:rsid w:val="004F286D"/>
    <w:rsid w:val="004F3D66"/>
    <w:rsid w:val="004F477F"/>
    <w:rsid w:val="00500AF8"/>
    <w:rsid w:val="005026CE"/>
    <w:rsid w:val="00515759"/>
    <w:rsid w:val="00517FA1"/>
    <w:rsid w:val="0052111D"/>
    <w:rsid w:val="0052515D"/>
    <w:rsid w:val="00531444"/>
    <w:rsid w:val="00531F6C"/>
    <w:rsid w:val="00542B78"/>
    <w:rsid w:val="00544265"/>
    <w:rsid w:val="0054519F"/>
    <w:rsid w:val="00555F5A"/>
    <w:rsid w:val="0056153A"/>
    <w:rsid w:val="005615D6"/>
    <w:rsid w:val="0057396F"/>
    <w:rsid w:val="005760A9"/>
    <w:rsid w:val="00581D16"/>
    <w:rsid w:val="00594464"/>
    <w:rsid w:val="00596ACC"/>
    <w:rsid w:val="005B097D"/>
    <w:rsid w:val="005B23E4"/>
    <w:rsid w:val="005C042B"/>
    <w:rsid w:val="005C5DA6"/>
    <w:rsid w:val="005D2E98"/>
    <w:rsid w:val="005E178D"/>
    <w:rsid w:val="005F0919"/>
    <w:rsid w:val="0060006A"/>
    <w:rsid w:val="006033A4"/>
    <w:rsid w:val="00612614"/>
    <w:rsid w:val="00616CA5"/>
    <w:rsid w:val="006208EC"/>
    <w:rsid w:val="00622781"/>
    <w:rsid w:val="006228CF"/>
    <w:rsid w:val="006248D7"/>
    <w:rsid w:val="0063499E"/>
    <w:rsid w:val="00637263"/>
    <w:rsid w:val="00640BFF"/>
    <w:rsid w:val="0065603B"/>
    <w:rsid w:val="0066375B"/>
    <w:rsid w:val="006679C0"/>
    <w:rsid w:val="0067012B"/>
    <w:rsid w:val="00671D3F"/>
    <w:rsid w:val="00674637"/>
    <w:rsid w:val="00674B14"/>
    <w:rsid w:val="00675B17"/>
    <w:rsid w:val="00675F6D"/>
    <w:rsid w:val="00683A27"/>
    <w:rsid w:val="006846A3"/>
    <w:rsid w:val="0069621B"/>
    <w:rsid w:val="006A3D2E"/>
    <w:rsid w:val="006B338D"/>
    <w:rsid w:val="006B35D3"/>
    <w:rsid w:val="006B4267"/>
    <w:rsid w:val="006C56FC"/>
    <w:rsid w:val="006E12CC"/>
    <w:rsid w:val="006E39E4"/>
    <w:rsid w:val="006E75EE"/>
    <w:rsid w:val="006F2013"/>
    <w:rsid w:val="006F209E"/>
    <w:rsid w:val="006F46F0"/>
    <w:rsid w:val="006F57FE"/>
    <w:rsid w:val="00706FE3"/>
    <w:rsid w:val="00711ADA"/>
    <w:rsid w:val="00712394"/>
    <w:rsid w:val="00716DE2"/>
    <w:rsid w:val="00727C79"/>
    <w:rsid w:val="00727F94"/>
    <w:rsid w:val="00732709"/>
    <w:rsid w:val="007337EB"/>
    <w:rsid w:val="007376E5"/>
    <w:rsid w:val="0074310C"/>
    <w:rsid w:val="00743B73"/>
    <w:rsid w:val="00745D18"/>
    <w:rsid w:val="00751D4F"/>
    <w:rsid w:val="007711DE"/>
    <w:rsid w:val="00772E42"/>
    <w:rsid w:val="00773B7E"/>
    <w:rsid w:val="00773E47"/>
    <w:rsid w:val="00774B41"/>
    <w:rsid w:val="00776530"/>
    <w:rsid w:val="0078032C"/>
    <w:rsid w:val="00783A5E"/>
    <w:rsid w:val="00791E8E"/>
    <w:rsid w:val="00796D90"/>
    <w:rsid w:val="007A0109"/>
    <w:rsid w:val="007A18A5"/>
    <w:rsid w:val="007A226C"/>
    <w:rsid w:val="007B2500"/>
    <w:rsid w:val="007B6394"/>
    <w:rsid w:val="007C675C"/>
    <w:rsid w:val="007C7554"/>
    <w:rsid w:val="007D29D1"/>
    <w:rsid w:val="007D61D6"/>
    <w:rsid w:val="007E1B19"/>
    <w:rsid w:val="007E7805"/>
    <w:rsid w:val="007F3623"/>
    <w:rsid w:val="007F4C8C"/>
    <w:rsid w:val="007F514F"/>
    <w:rsid w:val="007F7AAD"/>
    <w:rsid w:val="00805B0C"/>
    <w:rsid w:val="00811DAA"/>
    <w:rsid w:val="00812F52"/>
    <w:rsid w:val="008209DF"/>
    <w:rsid w:val="00821D9E"/>
    <w:rsid w:val="00827311"/>
    <w:rsid w:val="008336B6"/>
    <w:rsid w:val="00834BB4"/>
    <w:rsid w:val="00834DAA"/>
    <w:rsid w:val="008350B7"/>
    <w:rsid w:val="00835187"/>
    <w:rsid w:val="00842590"/>
    <w:rsid w:val="008468E8"/>
    <w:rsid w:val="00853BA6"/>
    <w:rsid w:val="00854CA2"/>
    <w:rsid w:val="0086102B"/>
    <w:rsid w:val="008635EC"/>
    <w:rsid w:val="00873501"/>
    <w:rsid w:val="00874198"/>
    <w:rsid w:val="00876326"/>
    <w:rsid w:val="00877F3A"/>
    <w:rsid w:val="00891202"/>
    <w:rsid w:val="008945D9"/>
    <w:rsid w:val="00894E69"/>
    <w:rsid w:val="00895092"/>
    <w:rsid w:val="008972A6"/>
    <w:rsid w:val="008A5468"/>
    <w:rsid w:val="008A76FB"/>
    <w:rsid w:val="008B0A00"/>
    <w:rsid w:val="008C15F2"/>
    <w:rsid w:val="008C26F6"/>
    <w:rsid w:val="00924E1A"/>
    <w:rsid w:val="00926E9E"/>
    <w:rsid w:val="00930A2C"/>
    <w:rsid w:val="00933A2A"/>
    <w:rsid w:val="00943C00"/>
    <w:rsid w:val="00947F40"/>
    <w:rsid w:val="00950363"/>
    <w:rsid w:val="00950429"/>
    <w:rsid w:val="00957B3F"/>
    <w:rsid w:val="00957FE5"/>
    <w:rsid w:val="0096392B"/>
    <w:rsid w:val="00965D7E"/>
    <w:rsid w:val="00976EE2"/>
    <w:rsid w:val="00977108"/>
    <w:rsid w:val="00983813"/>
    <w:rsid w:val="00993EEC"/>
    <w:rsid w:val="009953E2"/>
    <w:rsid w:val="009969D5"/>
    <w:rsid w:val="009B11D9"/>
    <w:rsid w:val="009C02D0"/>
    <w:rsid w:val="009C0805"/>
    <w:rsid w:val="009C1AD8"/>
    <w:rsid w:val="009C4642"/>
    <w:rsid w:val="009D71C1"/>
    <w:rsid w:val="009E2144"/>
    <w:rsid w:val="009F0517"/>
    <w:rsid w:val="009F2CF0"/>
    <w:rsid w:val="009F657B"/>
    <w:rsid w:val="009F7804"/>
    <w:rsid w:val="00A013A6"/>
    <w:rsid w:val="00A0160D"/>
    <w:rsid w:val="00A01BF8"/>
    <w:rsid w:val="00A04690"/>
    <w:rsid w:val="00A10F83"/>
    <w:rsid w:val="00A139F5"/>
    <w:rsid w:val="00A243E7"/>
    <w:rsid w:val="00A27FE0"/>
    <w:rsid w:val="00A325CB"/>
    <w:rsid w:val="00A36307"/>
    <w:rsid w:val="00A40DD3"/>
    <w:rsid w:val="00A5537E"/>
    <w:rsid w:val="00A7118C"/>
    <w:rsid w:val="00A7230B"/>
    <w:rsid w:val="00A8311B"/>
    <w:rsid w:val="00A9370D"/>
    <w:rsid w:val="00A95B28"/>
    <w:rsid w:val="00A961FB"/>
    <w:rsid w:val="00AA561B"/>
    <w:rsid w:val="00AB322B"/>
    <w:rsid w:val="00AB58D9"/>
    <w:rsid w:val="00AC4AF1"/>
    <w:rsid w:val="00AC4DE6"/>
    <w:rsid w:val="00AD1EFE"/>
    <w:rsid w:val="00AD51FC"/>
    <w:rsid w:val="00AE44EF"/>
    <w:rsid w:val="00AE767A"/>
    <w:rsid w:val="00AF1126"/>
    <w:rsid w:val="00AF3EEA"/>
    <w:rsid w:val="00B00DEA"/>
    <w:rsid w:val="00B01F08"/>
    <w:rsid w:val="00B05BBE"/>
    <w:rsid w:val="00B16E8F"/>
    <w:rsid w:val="00B20F65"/>
    <w:rsid w:val="00B21125"/>
    <w:rsid w:val="00B23225"/>
    <w:rsid w:val="00B30401"/>
    <w:rsid w:val="00B326B4"/>
    <w:rsid w:val="00B32F71"/>
    <w:rsid w:val="00B438E8"/>
    <w:rsid w:val="00B4671B"/>
    <w:rsid w:val="00B50429"/>
    <w:rsid w:val="00B52EB1"/>
    <w:rsid w:val="00B6637D"/>
    <w:rsid w:val="00B66843"/>
    <w:rsid w:val="00B71E08"/>
    <w:rsid w:val="00B720F7"/>
    <w:rsid w:val="00B72677"/>
    <w:rsid w:val="00B83C7E"/>
    <w:rsid w:val="00B91CCD"/>
    <w:rsid w:val="00B91F19"/>
    <w:rsid w:val="00BA053C"/>
    <w:rsid w:val="00BA650D"/>
    <w:rsid w:val="00BB76D0"/>
    <w:rsid w:val="00BB7C80"/>
    <w:rsid w:val="00BC0732"/>
    <w:rsid w:val="00BC363C"/>
    <w:rsid w:val="00BC7742"/>
    <w:rsid w:val="00BD1E7C"/>
    <w:rsid w:val="00BE000C"/>
    <w:rsid w:val="00BF253A"/>
    <w:rsid w:val="00C00682"/>
    <w:rsid w:val="00C0069C"/>
    <w:rsid w:val="00C01E1C"/>
    <w:rsid w:val="00C2732F"/>
    <w:rsid w:val="00C27E42"/>
    <w:rsid w:val="00C34C35"/>
    <w:rsid w:val="00C37970"/>
    <w:rsid w:val="00C40E32"/>
    <w:rsid w:val="00C4432A"/>
    <w:rsid w:val="00C45CD4"/>
    <w:rsid w:val="00C47620"/>
    <w:rsid w:val="00C51CF9"/>
    <w:rsid w:val="00C5212F"/>
    <w:rsid w:val="00C5722D"/>
    <w:rsid w:val="00C62C24"/>
    <w:rsid w:val="00C635B6"/>
    <w:rsid w:val="00C73CDB"/>
    <w:rsid w:val="00C861BB"/>
    <w:rsid w:val="00C91B7F"/>
    <w:rsid w:val="00C9501D"/>
    <w:rsid w:val="00C95D22"/>
    <w:rsid w:val="00CA5CBD"/>
    <w:rsid w:val="00CA615C"/>
    <w:rsid w:val="00CA6220"/>
    <w:rsid w:val="00CC0443"/>
    <w:rsid w:val="00CC4069"/>
    <w:rsid w:val="00CD17BE"/>
    <w:rsid w:val="00CE005B"/>
    <w:rsid w:val="00CE6471"/>
    <w:rsid w:val="00CF48B0"/>
    <w:rsid w:val="00D0361A"/>
    <w:rsid w:val="00D13E54"/>
    <w:rsid w:val="00D15A6E"/>
    <w:rsid w:val="00D21F73"/>
    <w:rsid w:val="00D30ADD"/>
    <w:rsid w:val="00D36C6F"/>
    <w:rsid w:val="00D41C86"/>
    <w:rsid w:val="00D425BB"/>
    <w:rsid w:val="00D43A0D"/>
    <w:rsid w:val="00D46867"/>
    <w:rsid w:val="00D526F3"/>
    <w:rsid w:val="00D62692"/>
    <w:rsid w:val="00D66200"/>
    <w:rsid w:val="00D770B9"/>
    <w:rsid w:val="00D83FD2"/>
    <w:rsid w:val="00D95638"/>
    <w:rsid w:val="00D97494"/>
    <w:rsid w:val="00DA0CCE"/>
    <w:rsid w:val="00DA1C3E"/>
    <w:rsid w:val="00DA2034"/>
    <w:rsid w:val="00DA22AA"/>
    <w:rsid w:val="00DA25B6"/>
    <w:rsid w:val="00DA2889"/>
    <w:rsid w:val="00DA64A0"/>
    <w:rsid w:val="00DC1469"/>
    <w:rsid w:val="00DC41C4"/>
    <w:rsid w:val="00DC733E"/>
    <w:rsid w:val="00DE12A7"/>
    <w:rsid w:val="00DE3731"/>
    <w:rsid w:val="00DF258F"/>
    <w:rsid w:val="00DF57BE"/>
    <w:rsid w:val="00DF59C9"/>
    <w:rsid w:val="00DF7C7E"/>
    <w:rsid w:val="00E0425D"/>
    <w:rsid w:val="00E05392"/>
    <w:rsid w:val="00E06500"/>
    <w:rsid w:val="00E179D2"/>
    <w:rsid w:val="00E22B8C"/>
    <w:rsid w:val="00E23D7B"/>
    <w:rsid w:val="00E24C3D"/>
    <w:rsid w:val="00E30253"/>
    <w:rsid w:val="00E3093D"/>
    <w:rsid w:val="00E36790"/>
    <w:rsid w:val="00E406AE"/>
    <w:rsid w:val="00E42C06"/>
    <w:rsid w:val="00E50EC5"/>
    <w:rsid w:val="00E52E10"/>
    <w:rsid w:val="00E57029"/>
    <w:rsid w:val="00E57060"/>
    <w:rsid w:val="00E61536"/>
    <w:rsid w:val="00E81ADD"/>
    <w:rsid w:val="00E829C2"/>
    <w:rsid w:val="00E87616"/>
    <w:rsid w:val="00E97B70"/>
    <w:rsid w:val="00EA5C16"/>
    <w:rsid w:val="00EB0911"/>
    <w:rsid w:val="00EB0B31"/>
    <w:rsid w:val="00EB340C"/>
    <w:rsid w:val="00EB4DBB"/>
    <w:rsid w:val="00EB5900"/>
    <w:rsid w:val="00EC2EA8"/>
    <w:rsid w:val="00EE33EE"/>
    <w:rsid w:val="00EF000D"/>
    <w:rsid w:val="00EF0EEC"/>
    <w:rsid w:val="00EF3F76"/>
    <w:rsid w:val="00EF543A"/>
    <w:rsid w:val="00EF7DB6"/>
    <w:rsid w:val="00F07491"/>
    <w:rsid w:val="00F07749"/>
    <w:rsid w:val="00F11AAD"/>
    <w:rsid w:val="00F27F90"/>
    <w:rsid w:val="00F36092"/>
    <w:rsid w:val="00F36132"/>
    <w:rsid w:val="00F52590"/>
    <w:rsid w:val="00F545A3"/>
    <w:rsid w:val="00F6352D"/>
    <w:rsid w:val="00F63713"/>
    <w:rsid w:val="00F773E9"/>
    <w:rsid w:val="00F80E0A"/>
    <w:rsid w:val="00F819A9"/>
    <w:rsid w:val="00F81D5E"/>
    <w:rsid w:val="00F9175E"/>
    <w:rsid w:val="00F9529F"/>
    <w:rsid w:val="00FA32B4"/>
    <w:rsid w:val="00FA500B"/>
    <w:rsid w:val="00FB5706"/>
    <w:rsid w:val="00FB7887"/>
    <w:rsid w:val="00FC2321"/>
    <w:rsid w:val="00FD1A7E"/>
    <w:rsid w:val="00FD65B5"/>
    <w:rsid w:val="00FD65EF"/>
    <w:rsid w:val="00FE290E"/>
    <w:rsid w:val="00FE3144"/>
    <w:rsid w:val="00FE33F5"/>
    <w:rsid w:val="00FE5BD5"/>
    <w:rsid w:val="00FE5DE8"/>
    <w:rsid w:val="00FE6D4C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79A3C"/>
  <w15:docId w15:val="{792910CD-58DE-48BD-B6FC-A1A13013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color w:val="000000"/>
        <w:kern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B6394"/>
    <w:pPr>
      <w:keepNext/>
      <w:jc w:val="center"/>
      <w:outlineLvl w:val="0"/>
    </w:pPr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B6394"/>
    <w:pPr>
      <w:keepNext/>
      <w:spacing w:before="60" w:after="60"/>
      <w:jc w:val="center"/>
      <w:outlineLvl w:val="1"/>
    </w:pPr>
    <w:rPr>
      <w:rFonts w:ascii="Verdana" w:hAnsi="Verdana" w:cs="Times New Roman"/>
      <w:b/>
      <w:bCs/>
      <w:color w:val="auto"/>
      <w:kern w:val="0"/>
      <w:szCs w:val="24"/>
    </w:rPr>
  </w:style>
  <w:style w:type="paragraph" w:styleId="Nagwek3">
    <w:name w:val="heading 3"/>
    <w:basedOn w:val="Normalny"/>
    <w:next w:val="Normalny"/>
    <w:link w:val="Nagwek3Znak"/>
    <w:qFormat/>
    <w:rsid w:val="007B6394"/>
    <w:pPr>
      <w:keepNext/>
      <w:jc w:val="center"/>
      <w:outlineLvl w:val="2"/>
    </w:pPr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B6394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hAnsi="Verdana" w:cs="Times New Roman"/>
      <w:b/>
      <w:color w:val="auto"/>
      <w:kern w:val="0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7B6394"/>
    <w:pPr>
      <w:keepNext/>
      <w:spacing w:before="240" w:after="60" w:line="280" w:lineRule="atLeast"/>
      <w:ind w:right="-284"/>
      <w:jc w:val="both"/>
      <w:outlineLvl w:val="4"/>
    </w:pPr>
    <w:rPr>
      <w:rFonts w:ascii="Verdana" w:hAnsi="Verdana" w:cs="Times New Roman"/>
      <w:b/>
      <w:color w:val="auto"/>
      <w:kern w:val="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40E3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nhideWhenUsed/>
    <w:rsid w:val="00C40E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40E3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E32"/>
    <w:rPr>
      <w:rFonts w:ascii="Arial" w:hAnsi="Aria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basedOn w:val="Domylnaczcionkaakapitu"/>
    <w:link w:val="Akapitzlist"/>
    <w:uiPriority w:val="34"/>
    <w:locked/>
    <w:rsid w:val="00C40E32"/>
    <w:rPr>
      <w:sz w:val="24"/>
      <w:szCs w:val="24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C40E32"/>
    <w:pPr>
      <w:ind w:left="720"/>
      <w:contextualSpacing/>
    </w:pPr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C9501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9501D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01D"/>
  </w:style>
  <w:style w:type="character" w:styleId="Odwoanieprzypisudolnego">
    <w:name w:val="footnote reference"/>
    <w:rsid w:val="00C9501D"/>
    <w:rPr>
      <w:vertAlign w:val="superscript"/>
    </w:rPr>
  </w:style>
  <w:style w:type="table" w:styleId="Tabela-Siatka">
    <w:name w:val="Table Grid"/>
    <w:basedOn w:val="Standardowy"/>
    <w:rsid w:val="00C95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66760"/>
  </w:style>
  <w:style w:type="character" w:customStyle="1" w:styleId="Nagwek1Znak">
    <w:name w:val="Nagłówek 1 Znak"/>
    <w:basedOn w:val="Domylnaczcionkaakapitu"/>
    <w:link w:val="Nagwek1"/>
    <w:qFormat/>
    <w:rsid w:val="007B6394"/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B6394"/>
    <w:rPr>
      <w:rFonts w:ascii="Verdana" w:hAnsi="Verdana" w:cs="Times New Roman"/>
      <w:b/>
      <w:bCs/>
      <w:color w:val="auto"/>
      <w:kern w:val="0"/>
      <w:szCs w:val="24"/>
    </w:rPr>
  </w:style>
  <w:style w:type="character" w:customStyle="1" w:styleId="Nagwek3Znak">
    <w:name w:val="Nagłówek 3 Znak"/>
    <w:basedOn w:val="Domylnaczcionkaakapitu"/>
    <w:link w:val="Nagwek3"/>
    <w:rsid w:val="007B6394"/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paragraph" w:customStyle="1" w:styleId="Tekstpodstawowy21">
    <w:name w:val="Tekst podstawowy 21"/>
    <w:basedOn w:val="Normalny"/>
    <w:rsid w:val="007B6394"/>
    <w:pPr>
      <w:spacing w:before="40" w:after="40" w:line="300" w:lineRule="atLeast"/>
      <w:jc w:val="both"/>
    </w:pPr>
    <w:rPr>
      <w:rFonts w:ascii="Arial PL" w:hAnsi="Arial PL" w:cs="Times New Roman"/>
      <w:color w:val="auto"/>
      <w:kern w:val="0"/>
      <w:sz w:val="22"/>
      <w:szCs w:val="24"/>
    </w:rPr>
  </w:style>
  <w:style w:type="paragraph" w:styleId="Tekstpodstawowy3">
    <w:name w:val="Body Text 3"/>
    <w:basedOn w:val="Normalny"/>
    <w:link w:val="Tekstpodstawowy3Znak"/>
    <w:rsid w:val="007B6394"/>
    <w:pPr>
      <w:spacing w:before="40" w:after="40" w:line="280" w:lineRule="atLeast"/>
      <w:jc w:val="both"/>
    </w:pPr>
    <w:rPr>
      <w:rFonts w:ascii="Arial" w:hAnsi="Arial" w:cs="Times New Roman"/>
      <w:color w:val="auto"/>
      <w:kern w:val="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B6394"/>
    <w:rPr>
      <w:rFonts w:ascii="Arial" w:hAnsi="Arial" w:cs="Times New Roman"/>
      <w:color w:val="auto"/>
      <w:kern w:val="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7B6394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line="320" w:lineRule="atLeast"/>
      <w:ind w:left="709" w:hanging="709"/>
      <w:jc w:val="both"/>
      <w:textAlignment w:val="baseline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7B6394"/>
    <w:pPr>
      <w:spacing w:before="80" w:after="80" w:line="340" w:lineRule="atLeast"/>
      <w:jc w:val="both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6394"/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B63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hAnsi="Arial" w:cs="Times New Roman"/>
      <w:color w:val="auto"/>
      <w:kern w:val="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6394"/>
    <w:rPr>
      <w:rFonts w:ascii="Arial" w:hAnsi="Arial" w:cs="Times New Roman"/>
      <w:color w:val="auto"/>
      <w:kern w:val="0"/>
      <w:szCs w:val="24"/>
    </w:rPr>
  </w:style>
  <w:style w:type="paragraph" w:styleId="Tekstpodstawowywcity3">
    <w:name w:val="Body Text Indent 3"/>
    <w:basedOn w:val="Normalny"/>
    <w:link w:val="Tekstpodstawowywcity3Znak"/>
    <w:rsid w:val="007B6394"/>
    <w:pPr>
      <w:spacing w:line="360" w:lineRule="auto"/>
      <w:ind w:left="900" w:hanging="720"/>
      <w:jc w:val="both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styleId="Numerstrony">
    <w:name w:val="page number"/>
    <w:basedOn w:val="Domylnaczcionkaakapitu"/>
    <w:rsid w:val="007B6394"/>
  </w:style>
  <w:style w:type="paragraph" w:styleId="NormalnyWeb">
    <w:name w:val="Normal (Web)"/>
    <w:basedOn w:val="Normalny"/>
    <w:rsid w:val="007B6394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styleId="Uwydatnienie">
    <w:name w:val="Emphasis"/>
    <w:qFormat/>
    <w:rsid w:val="007B6394"/>
    <w:rPr>
      <w:i/>
      <w:iCs/>
    </w:rPr>
  </w:style>
  <w:style w:type="character" w:customStyle="1" w:styleId="NagwekZnak">
    <w:name w:val="Nagłówek Znak"/>
    <w:link w:val="Nagwek"/>
    <w:rsid w:val="007B6394"/>
  </w:style>
  <w:style w:type="paragraph" w:styleId="Tekstprzypisukocowego">
    <w:name w:val="endnote text"/>
    <w:basedOn w:val="Normalny"/>
    <w:link w:val="TekstprzypisukocowegoZnak"/>
    <w:rsid w:val="007B6394"/>
    <w:rPr>
      <w:rFonts w:ascii="Times New Roman" w:hAnsi="Times New Roman" w:cs="Arial"/>
      <w:color w:val="auto"/>
      <w:kern w:val="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6394"/>
    <w:rPr>
      <w:rFonts w:ascii="Times New Roman" w:hAnsi="Times New Roman" w:cs="Arial"/>
      <w:color w:val="auto"/>
      <w:kern w:val="0"/>
    </w:rPr>
  </w:style>
  <w:style w:type="character" w:styleId="Odwoanieprzypisukocowego">
    <w:name w:val="endnote reference"/>
    <w:rsid w:val="007B6394"/>
    <w:rPr>
      <w:vertAlign w:val="superscript"/>
    </w:rPr>
  </w:style>
  <w:style w:type="paragraph" w:styleId="Bezodstpw">
    <w:name w:val="No Spacing"/>
    <w:link w:val="BezodstpwZnak"/>
    <w:uiPriority w:val="1"/>
    <w:qFormat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StopkaZnak">
    <w:name w:val="Stopka Znak"/>
    <w:link w:val="Stopka"/>
    <w:uiPriority w:val="99"/>
    <w:rsid w:val="007B6394"/>
  </w:style>
  <w:style w:type="character" w:styleId="Hipercze">
    <w:name w:val="Hyperlink"/>
    <w:rsid w:val="007B6394"/>
    <w:rPr>
      <w:color w:val="0563C1"/>
      <w:u w:val="single"/>
    </w:rPr>
  </w:style>
  <w:style w:type="paragraph" w:styleId="Lista">
    <w:name w:val="List"/>
    <w:basedOn w:val="Normalny"/>
    <w:rsid w:val="007B6394"/>
    <w:pPr>
      <w:ind w:left="283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2">
    <w:name w:val="List 2"/>
    <w:basedOn w:val="Normalny"/>
    <w:rsid w:val="007B6394"/>
    <w:pPr>
      <w:ind w:left="566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3">
    <w:name w:val="List 3"/>
    <w:basedOn w:val="Normalny"/>
    <w:rsid w:val="007B6394"/>
    <w:pPr>
      <w:ind w:left="849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4">
    <w:name w:val="List 4"/>
    <w:basedOn w:val="Normalny"/>
    <w:rsid w:val="007B6394"/>
    <w:pPr>
      <w:ind w:left="1132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5">
    <w:name w:val="List 5"/>
    <w:basedOn w:val="Normalny"/>
    <w:rsid w:val="007B6394"/>
    <w:pPr>
      <w:ind w:left="1415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7B6394"/>
    <w:pPr>
      <w:spacing w:before="240" w:after="60"/>
      <w:jc w:val="center"/>
      <w:outlineLvl w:val="0"/>
    </w:pPr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B6394"/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7B6394"/>
    <w:pPr>
      <w:spacing w:after="60"/>
      <w:jc w:val="center"/>
      <w:outlineLvl w:val="1"/>
    </w:pPr>
    <w:rPr>
      <w:rFonts w:ascii="Calibri Light" w:hAnsi="Calibri Light" w:cs="Times New Roman"/>
      <w:color w:val="auto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B6394"/>
    <w:rPr>
      <w:rFonts w:ascii="Calibri Light" w:hAnsi="Calibri Light" w:cs="Times New Roman"/>
      <w:color w:val="auto"/>
      <w:kern w:val="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B6394"/>
    <w:pPr>
      <w:spacing w:after="120"/>
      <w:ind w:left="283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B6394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491"/>
    <w:rPr>
      <w:color w:val="605E5C"/>
      <w:shd w:val="clear" w:color="auto" w:fill="E1DFDD"/>
    </w:rPr>
  </w:style>
  <w:style w:type="paragraph" w:customStyle="1" w:styleId="Domy">
    <w:name w:val="Domy"/>
    <w:rsid w:val="00446967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auto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3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D438-159B-4F40-9867-67616C3D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Ewa Stojałowska</cp:lastModifiedBy>
  <cp:revision>4</cp:revision>
  <cp:lastPrinted>2025-09-19T11:17:00Z</cp:lastPrinted>
  <dcterms:created xsi:type="dcterms:W3CDTF">2025-09-19T11:17:00Z</dcterms:created>
  <dcterms:modified xsi:type="dcterms:W3CDTF">2025-09-22T09:21:00Z</dcterms:modified>
</cp:coreProperties>
</file>